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58194" w14:textId="77777777" w:rsidR="005A6D1B" w:rsidRPr="005A6D1B" w:rsidRDefault="005A6D1B" w:rsidP="005A6D1B"/>
    <w:p w14:paraId="79C8A9C8" w14:textId="77777777" w:rsidR="005A6D1B" w:rsidRDefault="005A6D1B" w:rsidP="005A6D1B">
      <w:pPr>
        <w:jc w:val="center"/>
        <w:rPr>
          <w:b/>
          <w:noProof/>
          <w:sz w:val="24"/>
          <w:szCs w:val="24"/>
        </w:rPr>
      </w:pPr>
    </w:p>
    <w:p w14:paraId="22266581" w14:textId="3ED45CDF" w:rsidR="005A6D1B" w:rsidRPr="00A50526" w:rsidRDefault="00586E31" w:rsidP="005A6D1B">
      <w:pPr>
        <w:jc w:val="center"/>
        <w:rPr>
          <w:b/>
          <w:noProof/>
          <w:sz w:val="36"/>
          <w:szCs w:val="36"/>
        </w:rPr>
      </w:pPr>
      <w:r>
        <w:rPr>
          <w:b/>
          <w:noProof/>
          <w:sz w:val="36"/>
          <w:szCs w:val="36"/>
        </w:rPr>
        <w:t>Technické podmínky</w:t>
      </w:r>
    </w:p>
    <w:p w14:paraId="3610D104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3E2F6769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3B9F02A2" w14:textId="13942A09" w:rsidR="005A6D1B" w:rsidRDefault="00710F57" w:rsidP="005A6D1B">
      <w:pPr>
        <w:jc w:val="center"/>
        <w:rPr>
          <w:b/>
          <w:noProof/>
          <w:sz w:val="24"/>
          <w:szCs w:val="24"/>
        </w:rPr>
      </w:pPr>
      <w:r w:rsidRPr="00710F57">
        <w:rPr>
          <w:b/>
          <w:noProof/>
          <w:sz w:val="24"/>
          <w:szCs w:val="24"/>
        </w:rPr>
        <w:t xml:space="preserve">Údržba, opravy a odstraňování závad u SSZT </w:t>
      </w:r>
      <w:r w:rsidR="00FC3FFF">
        <w:rPr>
          <w:b/>
          <w:noProof/>
          <w:sz w:val="24"/>
          <w:szCs w:val="24"/>
        </w:rPr>
        <w:t>OŘ OVA 202</w:t>
      </w:r>
      <w:r w:rsidR="00931A21">
        <w:rPr>
          <w:b/>
          <w:noProof/>
          <w:sz w:val="24"/>
          <w:szCs w:val="24"/>
        </w:rPr>
        <w:t>6</w:t>
      </w:r>
      <w:r w:rsidRPr="00710F57">
        <w:rPr>
          <w:b/>
          <w:noProof/>
          <w:sz w:val="24"/>
          <w:szCs w:val="24"/>
        </w:rPr>
        <w:t xml:space="preserve"> - EZS, EPS a ASHS-202</w:t>
      </w:r>
      <w:r w:rsidR="007D4C4F">
        <w:rPr>
          <w:b/>
          <w:noProof/>
          <w:sz w:val="24"/>
          <w:szCs w:val="24"/>
        </w:rPr>
        <w:t>6</w:t>
      </w:r>
      <w:r w:rsidRPr="00710F57">
        <w:rPr>
          <w:b/>
          <w:noProof/>
          <w:sz w:val="24"/>
          <w:szCs w:val="24"/>
        </w:rPr>
        <w:t>-</w:t>
      </w:r>
      <w:r w:rsidR="00600AF4">
        <w:rPr>
          <w:b/>
          <w:noProof/>
          <w:sz w:val="24"/>
          <w:szCs w:val="24"/>
        </w:rPr>
        <w:t>06/</w:t>
      </w:r>
      <w:r w:rsidRPr="00710F57">
        <w:rPr>
          <w:b/>
          <w:noProof/>
          <w:sz w:val="24"/>
          <w:szCs w:val="24"/>
        </w:rPr>
        <w:t>202</w:t>
      </w:r>
      <w:r w:rsidR="00154437">
        <w:rPr>
          <w:b/>
          <w:noProof/>
          <w:sz w:val="24"/>
          <w:szCs w:val="24"/>
        </w:rPr>
        <w:t>8</w:t>
      </w:r>
      <w:r w:rsidRPr="00710F57">
        <w:rPr>
          <w:b/>
          <w:noProof/>
          <w:sz w:val="24"/>
          <w:szCs w:val="24"/>
        </w:rPr>
        <w:t xml:space="preserve"> - oblast Ostrava</w:t>
      </w:r>
    </w:p>
    <w:p w14:paraId="5E34D25F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2B777854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215004FC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15DC028E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345AAE3F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15DB6442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1CA1E263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0976C277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2C0F022F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56D38C54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0CBB68C2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0CAE7FB8" w14:textId="4C5F6419" w:rsidR="005A6D1B" w:rsidRPr="00642CA6" w:rsidRDefault="005A6D1B" w:rsidP="005A6D1B">
      <w:pPr>
        <w:rPr>
          <w:noProof/>
          <w:sz w:val="16"/>
          <w:szCs w:val="16"/>
        </w:rPr>
      </w:pPr>
      <w:r w:rsidRPr="00642CA6">
        <w:rPr>
          <w:noProof/>
          <w:sz w:val="16"/>
          <w:szCs w:val="16"/>
        </w:rPr>
        <w:t xml:space="preserve">V Ostravě dne: </w:t>
      </w:r>
      <w:r w:rsidR="00586E31">
        <w:rPr>
          <w:noProof/>
          <w:sz w:val="16"/>
          <w:szCs w:val="16"/>
        </w:rPr>
        <w:t>litopad</w:t>
      </w:r>
      <w:r w:rsidRPr="00642CA6">
        <w:rPr>
          <w:noProof/>
          <w:sz w:val="16"/>
          <w:szCs w:val="16"/>
        </w:rPr>
        <w:t xml:space="preserve"> 202</w:t>
      </w:r>
      <w:r w:rsidR="00E57FB9">
        <w:rPr>
          <w:noProof/>
          <w:sz w:val="16"/>
          <w:szCs w:val="16"/>
        </w:rPr>
        <w:t>5</w:t>
      </w:r>
    </w:p>
    <w:p w14:paraId="1D6673E3" w14:textId="77777777" w:rsidR="005A6D1B" w:rsidRPr="00642CA6" w:rsidRDefault="00710F57" w:rsidP="005A6D1B">
      <w:pPr>
        <w:rPr>
          <w:noProof/>
          <w:sz w:val="16"/>
          <w:szCs w:val="16"/>
        </w:rPr>
      </w:pPr>
      <w:r>
        <w:rPr>
          <w:noProof/>
          <w:sz w:val="16"/>
          <w:szCs w:val="16"/>
        </w:rPr>
        <w:t>Zpracoval: Ing. Michaela Hodulov</w:t>
      </w:r>
      <w:r w:rsidR="005A6D1B" w:rsidRPr="00642CA6">
        <w:rPr>
          <w:noProof/>
          <w:sz w:val="16"/>
          <w:szCs w:val="16"/>
        </w:rPr>
        <w:t>á</w:t>
      </w:r>
    </w:p>
    <w:p w14:paraId="7E788E39" w14:textId="77777777" w:rsidR="005A6D1B" w:rsidRDefault="005A6D1B" w:rsidP="005A6D1B">
      <w:pPr>
        <w:rPr>
          <w:b/>
          <w:noProof/>
          <w:sz w:val="24"/>
          <w:szCs w:val="24"/>
        </w:rPr>
      </w:pPr>
    </w:p>
    <w:p w14:paraId="106705A3" w14:textId="77777777" w:rsidR="00A50526" w:rsidRDefault="00A50526" w:rsidP="005A6D1B">
      <w:pPr>
        <w:rPr>
          <w:b/>
          <w:noProof/>
          <w:sz w:val="24"/>
          <w:szCs w:val="24"/>
        </w:rPr>
      </w:pPr>
    </w:p>
    <w:p w14:paraId="25BB5C2E" w14:textId="77777777" w:rsidR="00A50526" w:rsidRDefault="00A50526" w:rsidP="005A6D1B">
      <w:pPr>
        <w:rPr>
          <w:b/>
          <w:noProof/>
          <w:sz w:val="24"/>
          <w:szCs w:val="24"/>
        </w:rPr>
      </w:pPr>
    </w:p>
    <w:p w14:paraId="71F51AD6" w14:textId="77777777" w:rsidR="005A6D1B" w:rsidRDefault="005A6D1B" w:rsidP="005A6D1B">
      <w:pPr>
        <w:tabs>
          <w:tab w:val="left" w:pos="540"/>
        </w:tabs>
        <w:ind w:firstLine="540"/>
        <w:jc w:val="both"/>
      </w:pPr>
    </w:p>
    <w:p w14:paraId="7B706F32" w14:textId="67237D4E" w:rsidR="00586E31" w:rsidRDefault="00CA117A" w:rsidP="005A6D1B">
      <w:pPr>
        <w:jc w:val="both"/>
      </w:pPr>
      <w:bookmarkStart w:id="0" w:name="_Hlk219716702"/>
      <w:r w:rsidRPr="00143C7E">
        <w:lastRenderedPageBreak/>
        <w:t xml:space="preserve">Předmětem </w:t>
      </w:r>
      <w:r w:rsidR="00586E31">
        <w:t xml:space="preserve">dílčích veřejných zakázek </w:t>
      </w:r>
      <w:r w:rsidRPr="00143C7E">
        <w:t xml:space="preserve">je </w:t>
      </w:r>
      <w:r w:rsidR="00586E31">
        <w:t>po dobu účinnosti rámcové dohod</w:t>
      </w:r>
      <w:r w:rsidR="00341A0C">
        <w:t>y</w:t>
      </w:r>
      <w:r w:rsidR="00586E31">
        <w:t xml:space="preserve"> a </w:t>
      </w:r>
      <w:r w:rsidR="00341A0C">
        <w:t xml:space="preserve">sjednaných </w:t>
      </w:r>
      <w:r w:rsidR="00586E31">
        <w:t>termín</w:t>
      </w:r>
      <w:r w:rsidR="00341A0C">
        <w:t>ů</w:t>
      </w:r>
      <w:r w:rsidR="00586E31">
        <w:t xml:space="preserve"> dle dílčích plnění</w:t>
      </w:r>
      <w:r w:rsidR="00341A0C">
        <w:t xml:space="preserve"> (objednávek)</w:t>
      </w:r>
      <w:r w:rsidR="00586E31" w:rsidRPr="00143C7E">
        <w:t xml:space="preserve"> </w:t>
      </w:r>
      <w:r w:rsidR="00865624" w:rsidRPr="00143C7E">
        <w:t xml:space="preserve">provádění údržby a oprav </w:t>
      </w:r>
      <w:r w:rsidRPr="00143C7E">
        <w:t>na zařízení</w:t>
      </w:r>
      <w:r>
        <w:t xml:space="preserve"> </w:t>
      </w:r>
      <w:r w:rsidRPr="00642CA6">
        <w:t>EZS, EPS a ASHS</w:t>
      </w:r>
      <w:r>
        <w:t xml:space="preserve"> </w:t>
      </w:r>
      <w:r w:rsidR="00586E31">
        <w:t xml:space="preserve">ve správě Oblastního ředitelství Ostrava, </w:t>
      </w:r>
      <w:r>
        <w:t>SSZT Ostrava</w:t>
      </w:r>
      <w:r w:rsidR="00586E31">
        <w:t xml:space="preserve">, </w:t>
      </w:r>
      <w:r>
        <w:t>včetně</w:t>
      </w:r>
      <w:r w:rsidR="00586E31">
        <w:t xml:space="preserve"> provedení </w:t>
      </w:r>
      <w:r>
        <w:t xml:space="preserve"> revizí </w:t>
      </w:r>
      <w:r w:rsidRPr="00642CA6">
        <w:t xml:space="preserve">v rozsahu daném </w:t>
      </w:r>
      <w:r w:rsidR="00D55EE8" w:rsidRPr="00CD2F17">
        <w:t>vyhl</w:t>
      </w:r>
      <w:r w:rsidR="00586E31">
        <w:t xml:space="preserve">áškou č. </w:t>
      </w:r>
      <w:r w:rsidR="00D55EE8" w:rsidRPr="00CD2F17">
        <w:t>100/1995 Sb.</w:t>
      </w:r>
      <w:r w:rsidR="00586E31">
        <w:t>, v platném znění (její p</w:t>
      </w:r>
      <w:r w:rsidR="00D55EE8" w:rsidRPr="00CD2F17">
        <w:t>říloha č.1</w:t>
      </w:r>
      <w:r w:rsidR="00586E31">
        <w:t>)</w:t>
      </w:r>
      <w:r w:rsidR="00F514A6">
        <w:t xml:space="preserve">, </w:t>
      </w:r>
      <w:r w:rsidRPr="00586E31">
        <w:t>normou</w:t>
      </w:r>
      <w:r w:rsidRPr="00642CA6">
        <w:t xml:space="preserve"> ČSN 33 1500, ČSN 33 2000-6, </w:t>
      </w:r>
      <w:r w:rsidR="00586E31">
        <w:t xml:space="preserve">dále pak provedení </w:t>
      </w:r>
      <w:r w:rsidRPr="00642CA6">
        <w:t>funkční</w:t>
      </w:r>
      <w:r w:rsidR="00586E31">
        <w:t>ch</w:t>
      </w:r>
      <w:r w:rsidRPr="00642CA6">
        <w:t xml:space="preserve"> zkouš</w:t>
      </w:r>
      <w:r w:rsidR="00586E31">
        <w:t>e</w:t>
      </w:r>
      <w:r w:rsidRPr="00642CA6">
        <w:t>k a kontrol provozuschopnosti EPS a ASHS podle vyhlášky č. 246/2001</w:t>
      </w:r>
      <w:r w:rsidR="00586E31">
        <w:t xml:space="preserve"> Sb., v platném znění</w:t>
      </w:r>
      <w:r w:rsidRPr="00642CA6">
        <w:t xml:space="preserve">, </w:t>
      </w:r>
      <w:r w:rsidR="00586E31">
        <w:t xml:space="preserve">dále pak provedení </w:t>
      </w:r>
      <w:r w:rsidRPr="00642CA6">
        <w:t>funkční</w:t>
      </w:r>
      <w:r w:rsidR="00586E31">
        <w:t>ch</w:t>
      </w:r>
      <w:r w:rsidRPr="00642CA6">
        <w:t xml:space="preserve"> zkouš</w:t>
      </w:r>
      <w:r w:rsidR="00586E31">
        <w:t>e</w:t>
      </w:r>
      <w:r w:rsidRPr="00642CA6">
        <w:t>k a kontrol provozuschopnosti EZS podle ČSN 50 131 na zařízeních</w:t>
      </w:r>
      <w:r>
        <w:t xml:space="preserve"> uvedenýc</w:t>
      </w:r>
      <w:r w:rsidRPr="000D7420">
        <w:t>h v </w:t>
      </w:r>
      <w:r w:rsidR="007C4D5C">
        <w:t>P</w:t>
      </w:r>
      <w:r w:rsidRPr="000D7420">
        <w:t xml:space="preserve">říloze </w:t>
      </w:r>
      <w:r w:rsidR="0071131B" w:rsidRPr="000D7420">
        <w:t>č. 1</w:t>
      </w:r>
      <w:r w:rsidR="00586E31">
        <w:t xml:space="preserve"> těchto Technických podmínek s názvem </w:t>
      </w:r>
      <w:r w:rsidR="000D7420" w:rsidRPr="000D7420">
        <w:t xml:space="preserve"> </w:t>
      </w:r>
      <w:r w:rsidR="00586E31">
        <w:t>„</w:t>
      </w:r>
      <w:r w:rsidR="000D7420" w:rsidRPr="000D7420">
        <w:t>Revize SSZT Ostrava</w:t>
      </w:r>
      <w:r w:rsidR="00586E31">
        <w:t>“ (součást Dílu 2_2 Zadávací dokumentace)</w:t>
      </w:r>
      <w:r w:rsidR="000D7420" w:rsidRPr="000D7420">
        <w:t xml:space="preserve"> a v</w:t>
      </w:r>
      <w:r w:rsidR="00586E31">
        <w:t xml:space="preserve"> Jednotkovém ceníku činností </w:t>
      </w:r>
      <w:bookmarkStart w:id="1" w:name="_Hlk219718362"/>
      <w:r w:rsidR="00586E31">
        <w:t xml:space="preserve">(součást Dílu 2_3 Zadávací dokumentace, tj. Díl </w:t>
      </w:r>
      <w:r w:rsidR="006F1F04">
        <w:t>2_3_</w:t>
      </w:r>
      <w:r w:rsidR="00586E31">
        <w:t>1_Celková cenová nabídk</w:t>
      </w:r>
      <w:r w:rsidR="006F1F04">
        <w:t>a</w:t>
      </w:r>
      <w:r w:rsidR="00586E31">
        <w:t>, Díl 2_</w:t>
      </w:r>
      <w:r w:rsidR="006F1F04">
        <w:t>3_2_</w:t>
      </w:r>
      <w:r w:rsidR="00586E31">
        <w:t>2026</w:t>
      </w:r>
      <w:r w:rsidR="000D7420" w:rsidRPr="000D7420">
        <w:t xml:space="preserve"> </w:t>
      </w:r>
      <w:r w:rsidR="006F1F04">
        <w:t>(d</w:t>
      </w:r>
      <w:r w:rsidR="000D7420" w:rsidRPr="000D7420">
        <w:t>ílčí údržba</w:t>
      </w:r>
      <w:r w:rsidR="00B46541">
        <w:t xml:space="preserve"> na</w:t>
      </w:r>
      <w:r w:rsidR="000D7420" w:rsidRPr="000D7420">
        <w:t xml:space="preserve"> r</w:t>
      </w:r>
      <w:r w:rsidR="000D7420">
        <w:t>o</w:t>
      </w:r>
      <w:r w:rsidR="009C0054">
        <w:t>k 202</w:t>
      </w:r>
      <w:r w:rsidR="00F83E74">
        <w:t>6</w:t>
      </w:r>
      <w:r w:rsidR="006F1F04">
        <w:t>)</w:t>
      </w:r>
      <w:r w:rsidR="0071131B" w:rsidRPr="000D7420">
        <w:t xml:space="preserve">, </w:t>
      </w:r>
      <w:r w:rsidR="000D7420" w:rsidRPr="000D7420">
        <w:t>Díl</w:t>
      </w:r>
      <w:r w:rsidR="0071131B" w:rsidRPr="000D7420">
        <w:t xml:space="preserve"> </w:t>
      </w:r>
      <w:r w:rsidR="006F1F04">
        <w:t>2_</w:t>
      </w:r>
      <w:r w:rsidR="0071131B" w:rsidRPr="000D7420">
        <w:t>3</w:t>
      </w:r>
      <w:r w:rsidR="006F1F04">
        <w:t>_3</w:t>
      </w:r>
      <w:r w:rsidR="00586E31">
        <w:t>_2027</w:t>
      </w:r>
      <w:r w:rsidR="0071131B" w:rsidRPr="000D7420">
        <w:t xml:space="preserve"> </w:t>
      </w:r>
      <w:r w:rsidR="006F1F04">
        <w:t>(d</w:t>
      </w:r>
      <w:r w:rsidR="009C0054">
        <w:t>ílčí údržba</w:t>
      </w:r>
      <w:r w:rsidR="00B46541">
        <w:t xml:space="preserve"> na</w:t>
      </w:r>
      <w:r w:rsidR="009C0054">
        <w:t xml:space="preserve"> rok 202</w:t>
      </w:r>
      <w:r w:rsidR="00B46541">
        <w:t>7</w:t>
      </w:r>
      <w:r w:rsidR="006F1F04">
        <w:t>)</w:t>
      </w:r>
      <w:r w:rsidR="000D7420" w:rsidRPr="000D7420">
        <w:t xml:space="preserve"> </w:t>
      </w:r>
      <w:r w:rsidR="0071131B" w:rsidRPr="000D7420">
        <w:t xml:space="preserve">a </w:t>
      </w:r>
      <w:r w:rsidR="000D7420" w:rsidRPr="000D7420">
        <w:t>Díl</w:t>
      </w:r>
      <w:r w:rsidR="0071131B" w:rsidRPr="000D7420">
        <w:t xml:space="preserve"> </w:t>
      </w:r>
      <w:r w:rsidR="006F1F04">
        <w:t>2_3_</w:t>
      </w:r>
      <w:r w:rsidR="0071131B" w:rsidRPr="000D7420">
        <w:t>4</w:t>
      </w:r>
      <w:r w:rsidR="00586E31">
        <w:t>_</w:t>
      </w:r>
      <w:r w:rsidR="00586E31" w:rsidRPr="00B65615">
        <w:t>2028</w:t>
      </w:r>
      <w:r w:rsidR="009C0054" w:rsidRPr="00B65615">
        <w:t xml:space="preserve"> </w:t>
      </w:r>
      <w:r w:rsidR="006F1F04" w:rsidRPr="00B65615">
        <w:t>(d</w:t>
      </w:r>
      <w:r w:rsidR="009C0054" w:rsidRPr="00B65615">
        <w:t>ílčí údržba</w:t>
      </w:r>
      <w:r w:rsidR="00F33C82" w:rsidRPr="00B65615">
        <w:t xml:space="preserve"> </w:t>
      </w:r>
      <w:r w:rsidR="00A07052" w:rsidRPr="00B65615">
        <w:t>do</w:t>
      </w:r>
      <w:r w:rsidR="009C0054" w:rsidRPr="00B65615">
        <w:t xml:space="preserve"> </w:t>
      </w:r>
      <w:r w:rsidR="00D66ADD" w:rsidRPr="00B65615">
        <w:t>6/</w:t>
      </w:r>
      <w:r w:rsidR="009C0054" w:rsidRPr="00B65615">
        <w:t>202</w:t>
      </w:r>
      <w:r w:rsidR="00F33C82" w:rsidRPr="00B65615">
        <w:t>8</w:t>
      </w:r>
      <w:r w:rsidR="00586E31" w:rsidRPr="00B65615">
        <w:t>)</w:t>
      </w:r>
      <w:r w:rsidR="006F1F04" w:rsidRPr="00B65615">
        <w:t>)</w:t>
      </w:r>
      <w:r w:rsidR="0071131B" w:rsidRPr="00B65615">
        <w:t>.</w:t>
      </w:r>
      <w:r w:rsidR="005A6D1B" w:rsidRPr="00B65615">
        <w:t xml:space="preserve"> </w:t>
      </w:r>
      <w:bookmarkEnd w:id="1"/>
      <w:r w:rsidR="007D517A" w:rsidRPr="00B65615">
        <w:t>Předmětem</w:t>
      </w:r>
      <w:r w:rsidR="00341A0C">
        <w:t xml:space="preserve"> </w:t>
      </w:r>
      <w:r w:rsidR="007D517A">
        <w:t xml:space="preserve">je současně </w:t>
      </w:r>
      <w:bookmarkStart w:id="2" w:name="_Hlk219871720"/>
      <w:r w:rsidR="00320A23">
        <w:t xml:space="preserve">údržba, opravy a </w:t>
      </w:r>
      <w:r w:rsidR="007D517A">
        <w:t xml:space="preserve">revize </w:t>
      </w:r>
      <w:bookmarkEnd w:id="2"/>
      <w:r w:rsidR="007D517A">
        <w:t xml:space="preserve">napájecí části, která je určeným technickým zařízením elektrickým ve smyslu zákona o </w:t>
      </w:r>
      <w:r w:rsidR="00B65615">
        <w:t>dráhách, spadající</w:t>
      </w:r>
      <w:r w:rsidR="007D517A">
        <w:t xml:space="preserve"> pod typ UTZ/E - </w:t>
      </w:r>
      <w:r w:rsidR="007D517A" w:rsidRPr="00E44A61">
        <w:t>silnoproudá zařízení drážní zabezpečovací, sdělovací, požární, signalizační a výpočetní techniky</w:t>
      </w:r>
      <w:r w:rsidR="007D517A">
        <w:t xml:space="preserve"> ve smyslu vyhlášky č. 100/1995 Sb., v platném znění (§1 odst. 4 písm. g); jedná se o napájecí část, která slouží mimo jiné i pro napájení a tedy zajištění provozuschopnosti poplachových tísňových a zabezpečovacích systémů. </w:t>
      </w:r>
      <w:bookmarkEnd w:id="0"/>
    </w:p>
    <w:p w14:paraId="04DC02C1" w14:textId="6CE76280" w:rsidR="00341A0C" w:rsidRDefault="00341A0C" w:rsidP="005A6D1B">
      <w:pPr>
        <w:jc w:val="both"/>
      </w:pPr>
      <w:bookmarkStart w:id="3" w:name="_Hlk219716722"/>
      <w:r>
        <w:t>Poplachové tísňové a zabezpečovací systémy, které jsou předmětem činností dle rámcové dohody</w:t>
      </w:r>
      <w:r w:rsidR="00CA2E2E">
        <w:t>,</w:t>
      </w:r>
      <w:r>
        <w:t xml:space="preserve"> mají za úkol zabezpečit </w:t>
      </w:r>
      <w:r w:rsidR="00CA2E2E">
        <w:t>předepsanou</w:t>
      </w:r>
      <w:r>
        <w:t xml:space="preserve"> ochranu technologických provozů Objednatele</w:t>
      </w:r>
      <w:r w:rsidR="00CA2E2E">
        <w:t xml:space="preserve"> před nežádoucími vlivy z důvodu jejich nepostradatelnosti</w:t>
      </w:r>
      <w:r>
        <w:t xml:space="preserve"> při zajištění provozuschopnosti </w:t>
      </w:r>
      <w:r w:rsidR="00CA2E2E">
        <w:t>železniční</w:t>
      </w:r>
      <w:r>
        <w:t xml:space="preserve"> dopravní </w:t>
      </w:r>
      <w:r w:rsidR="00CA2E2E">
        <w:t>infrastruktury</w:t>
      </w:r>
      <w:r>
        <w:t xml:space="preserve">, tj. </w:t>
      </w:r>
      <w:r w:rsidR="00CA2E2E">
        <w:t xml:space="preserve">jedná se o zabezpečení prostor a technologií v nich umístěných, které jsou součástí sdělovacích a </w:t>
      </w:r>
      <w:r>
        <w:t>zabezpečov</w:t>
      </w:r>
      <w:r w:rsidR="00CA2E2E">
        <w:t xml:space="preserve">acích drážních </w:t>
      </w:r>
      <w:r>
        <w:t>zařízení</w:t>
      </w:r>
      <w:r w:rsidR="00CA2E2E">
        <w:t xml:space="preserve">ch, které se přímou měrou podílí na bezpečném provozování železniční dopravní cesty. </w:t>
      </w:r>
    </w:p>
    <w:p w14:paraId="631386F1" w14:textId="5557E98D" w:rsidR="005A6D1B" w:rsidRPr="00642CA6" w:rsidRDefault="005A6D1B" w:rsidP="005A6D1B">
      <w:pPr>
        <w:jc w:val="both"/>
      </w:pPr>
      <w:r w:rsidRPr="000D7420">
        <w:t>Zjištěné</w:t>
      </w:r>
      <w:r w:rsidRPr="00642CA6">
        <w:t xml:space="preserve"> závady, kter</w:t>
      </w:r>
      <w:r>
        <w:t>é</w:t>
      </w:r>
      <w:r w:rsidRPr="00642CA6">
        <w:t xml:space="preserve"> nebud</w:t>
      </w:r>
      <w:r>
        <w:t>ou</w:t>
      </w:r>
      <w:r w:rsidRPr="00642CA6">
        <w:t xml:space="preserve"> odstraněn</w:t>
      </w:r>
      <w:r>
        <w:t>y</w:t>
      </w:r>
      <w:r w:rsidRPr="00642CA6">
        <w:t xml:space="preserve"> při revizi</w:t>
      </w:r>
      <w:r>
        <w:t xml:space="preserve"> nebo funkční zkoušce</w:t>
      </w:r>
      <w:r w:rsidRPr="00642CA6">
        <w:t>, bud</w:t>
      </w:r>
      <w:r>
        <w:t>ou</w:t>
      </w:r>
      <w:r w:rsidRPr="00642CA6">
        <w:t xml:space="preserve"> neprodleně nahlášen</w:t>
      </w:r>
      <w:r>
        <w:t xml:space="preserve">y </w:t>
      </w:r>
      <w:r w:rsidR="009F4CDD">
        <w:t>Objednateli</w:t>
      </w:r>
      <w:r w:rsidRPr="00642CA6">
        <w:t xml:space="preserve"> a jej</w:t>
      </w:r>
      <w:r>
        <w:t>ich</w:t>
      </w:r>
      <w:r w:rsidRPr="00642CA6">
        <w:t xml:space="preserve"> odstranění bude řešeno </w:t>
      </w:r>
      <w:r w:rsidR="009F4CDD">
        <w:t xml:space="preserve">samostatnou </w:t>
      </w:r>
      <w:r w:rsidRPr="00642CA6">
        <w:t>dílčí</w:t>
      </w:r>
      <w:r w:rsidR="009F4CDD">
        <w:t xml:space="preserve"> smlouvou (</w:t>
      </w:r>
      <w:r w:rsidRPr="00642CA6">
        <w:t>objednávkou</w:t>
      </w:r>
      <w:r w:rsidR="009F4CDD">
        <w:t>)</w:t>
      </w:r>
      <w:r w:rsidRPr="00642CA6">
        <w:t xml:space="preserve"> </w:t>
      </w:r>
      <w:r w:rsidR="009F4CDD">
        <w:t xml:space="preserve">vystavenou </w:t>
      </w:r>
      <w:r w:rsidRPr="00642CA6">
        <w:t xml:space="preserve">dle </w:t>
      </w:r>
      <w:r w:rsidR="009F4CDD">
        <w:t>rámcové dohody</w:t>
      </w:r>
      <w:r w:rsidRPr="00642CA6">
        <w:t xml:space="preserve">. </w:t>
      </w:r>
    </w:p>
    <w:p w14:paraId="7F2CA77C" w14:textId="24BE806C" w:rsidR="005A6D1B" w:rsidRDefault="005A6D1B" w:rsidP="009F4CDD">
      <w:pPr>
        <w:tabs>
          <w:tab w:val="left" w:pos="540"/>
        </w:tabs>
        <w:jc w:val="both"/>
      </w:pPr>
      <w:r w:rsidRPr="00642CA6">
        <w:t xml:space="preserve">Termín provedení jednotlivých revizí, funkčních zkoušek a kontrol provozuschopnosti je dán </w:t>
      </w:r>
      <w:r w:rsidR="000D7420">
        <w:t>požadavkem zadavatele v dílčí smlouvě</w:t>
      </w:r>
      <w:r w:rsidR="009F4CDD">
        <w:t xml:space="preserve"> (objednávce)</w:t>
      </w:r>
      <w:r w:rsidR="000D7420">
        <w:t>.</w:t>
      </w:r>
      <w:bookmarkEnd w:id="3"/>
      <w:r>
        <w:t xml:space="preserve"> </w:t>
      </w:r>
    </w:p>
    <w:p w14:paraId="6F223B60" w14:textId="3FA7A2F3" w:rsidR="005A6D1B" w:rsidRPr="00642CA6" w:rsidRDefault="005A6D1B" w:rsidP="009F4CDD">
      <w:pPr>
        <w:tabs>
          <w:tab w:val="left" w:pos="540"/>
        </w:tabs>
        <w:jc w:val="both"/>
      </w:pPr>
      <w:bookmarkStart w:id="4" w:name="_Hlk219716759"/>
      <w:r>
        <w:t xml:space="preserve">V případě, </w:t>
      </w:r>
      <w:r w:rsidR="00710F57">
        <w:t xml:space="preserve">že </w:t>
      </w:r>
      <w:r>
        <w:t xml:space="preserve">bude </w:t>
      </w:r>
      <w:r w:rsidR="009F4CDD">
        <w:t>Objednatel</w:t>
      </w:r>
      <w:r>
        <w:t xml:space="preserve"> požadovat během trvání smlouvy provedení revize, resp. funkční zkoušky na zařízení mimo uvedené soupisy</w:t>
      </w:r>
      <w:r w:rsidR="009F4CDD">
        <w:t xml:space="preserve"> zařízení, které jsou obsahem Zadávací dokumentace ke dni zahájení zadávacího řízení</w:t>
      </w:r>
      <w:r>
        <w:t xml:space="preserve">, </w:t>
      </w:r>
      <w:r w:rsidR="009F4CDD">
        <w:t>je Zh</w:t>
      </w:r>
      <w:r>
        <w:t>otovitel</w:t>
      </w:r>
      <w:r w:rsidR="009F4CDD">
        <w:t xml:space="preserve"> povinen provést tento výkon v cenách a rozsahu, které odpovídají cenám a rozsahu totožného typu poplachových tísňových a zabezpečovacích systémů, tj. EZS, EPS či ASHS</w:t>
      </w:r>
      <w:r>
        <w:t xml:space="preserve">. </w:t>
      </w:r>
      <w:r w:rsidR="009F4CDD">
        <w:t xml:space="preserve">Objednatel má současně právo neobjednat v dílčí smlouvě (objednávce) </w:t>
      </w:r>
      <w:r>
        <w:t>revizi</w:t>
      </w:r>
      <w:r w:rsidR="009F4CDD">
        <w:t xml:space="preserve"> nebo </w:t>
      </w:r>
      <w:r w:rsidR="00CA117A">
        <w:t>f</w:t>
      </w:r>
      <w:r>
        <w:t>unkční zkoušku</w:t>
      </w:r>
      <w:r w:rsidR="009F4CDD">
        <w:t xml:space="preserve"> a kontrolu provozuschopnosti některého ze zařízení, které je </w:t>
      </w:r>
      <w:r w:rsidR="00B65615">
        <w:t>uvedeno v</w:t>
      </w:r>
      <w:r w:rsidR="009F4CDD">
        <w:t xml:space="preserve"> soupisech zařízení (</w:t>
      </w:r>
      <w:r>
        <w:t>např. z důvodu likvidace zařízení</w:t>
      </w:r>
      <w:r w:rsidR="009F4CDD">
        <w:t xml:space="preserve">); v případě, že již bude předmětem </w:t>
      </w:r>
      <w:r w:rsidR="007D517A">
        <w:t>dílčí</w:t>
      </w:r>
      <w:r w:rsidR="009F4CDD">
        <w:t xml:space="preserve"> smlouvy a dojde ke skutečnosti, která zakládá na straně Objednatel její neprovedení, je Objednatel povine takovou skutečnost oznámit prokazatelně e-mailem nejpozději 3 pracovní dny předem, aby Zhotovitel daný výkon již neprováděl. </w:t>
      </w:r>
    </w:p>
    <w:p w14:paraId="0F4CD17B" w14:textId="66CE7C00" w:rsidR="005A6D1B" w:rsidRPr="00642CA6" w:rsidRDefault="005A6D1B" w:rsidP="009F4CDD">
      <w:pPr>
        <w:tabs>
          <w:tab w:val="left" w:pos="540"/>
        </w:tabs>
        <w:jc w:val="both"/>
      </w:pPr>
      <w:r w:rsidRPr="00642CA6">
        <w:t xml:space="preserve">O provedené revizi, </w:t>
      </w:r>
      <w:r w:rsidR="009F4CDD">
        <w:t xml:space="preserve">a o provedené </w:t>
      </w:r>
      <w:r w:rsidRPr="00642CA6">
        <w:t xml:space="preserve">funkční zkoušce a kontrole provozuschopnosti EZS, EPS a ASHS </w:t>
      </w:r>
      <w:r w:rsidR="009F4CDD">
        <w:t>Z</w:t>
      </w:r>
      <w:r w:rsidRPr="00642CA6">
        <w:t xml:space="preserve">hotovitel předá objednateli </w:t>
      </w:r>
      <w:r w:rsidR="009F4CDD">
        <w:t xml:space="preserve">zprávu o revizi či </w:t>
      </w:r>
      <w:r w:rsidR="009F4CDD" w:rsidRPr="00642CA6">
        <w:t>protokol</w:t>
      </w:r>
      <w:r w:rsidR="009F4CDD">
        <w:t xml:space="preserve">, </w:t>
      </w:r>
      <w:r w:rsidR="00B65615">
        <w:t>a to</w:t>
      </w:r>
      <w:r w:rsidRPr="00642CA6">
        <w:t xml:space="preserve"> ve </w:t>
      </w:r>
      <w:r>
        <w:t xml:space="preserve">třech </w:t>
      </w:r>
      <w:r w:rsidRPr="00642CA6">
        <w:t>vyhotoveních</w:t>
      </w:r>
      <w:r>
        <w:t xml:space="preserve"> (jedn</w:t>
      </w:r>
      <w:r w:rsidR="009F4CDD">
        <w:t>o</w:t>
      </w:r>
      <w:r>
        <w:t xml:space="preserve"> </w:t>
      </w:r>
      <w:r w:rsidR="009F4CDD">
        <w:t xml:space="preserve">vyhotovení </w:t>
      </w:r>
      <w:r>
        <w:t>se vrací</w:t>
      </w:r>
      <w:r w:rsidR="009F4CDD">
        <w:t xml:space="preserve"> zpět Z</w:t>
      </w:r>
      <w:r>
        <w:t>hotoviteli)</w:t>
      </w:r>
      <w:r w:rsidR="00CA117A">
        <w:t xml:space="preserve"> a provede zápis v určené a zavedené dokumentaci u daného zařízení</w:t>
      </w:r>
      <w:r w:rsidR="00CA117A" w:rsidRPr="000A5CA4">
        <w:t>.</w:t>
      </w:r>
    </w:p>
    <w:p w14:paraId="2A82E2F3" w14:textId="39BA9C22" w:rsidR="00341A0C" w:rsidRPr="00CA2E2E" w:rsidRDefault="007D517A" w:rsidP="00F60AE4">
      <w:pPr>
        <w:jc w:val="both"/>
      </w:pPr>
      <w:r w:rsidRPr="00CA2E2E">
        <w:t xml:space="preserve">Zhotovitel se je vědom dodržení smluvních podmínek zakotvených v rámcové dohodě pod sankcí, týkají se povinnosti Zhotovitele provádět všechny objednané servisní činnosti dle dílčí smlouvy, tj. funkční zkoušky a kontroly provozuschopnosti, a opravy (vč. výměn vadného zařízení či jeho části) prostřednictvím osob, které mají oprávnění </w:t>
      </w:r>
      <w:r w:rsidR="00341A0C" w:rsidRPr="00CA2E2E">
        <w:t>takové činnost</w:t>
      </w:r>
      <w:r w:rsidR="006F1F04">
        <w:t>i</w:t>
      </w:r>
      <w:r w:rsidR="00341A0C" w:rsidRPr="00CA2E2E">
        <w:t xml:space="preserve"> </w:t>
      </w:r>
      <w:r w:rsidR="00CA2E2E" w:rsidRPr="00CA2E2E">
        <w:t>vykonávat, a</w:t>
      </w:r>
      <w:r w:rsidR="00341A0C" w:rsidRPr="00CA2E2E">
        <w:t xml:space="preserve"> to pro </w:t>
      </w:r>
      <w:r w:rsidR="00CA2E2E">
        <w:t xml:space="preserve">následující </w:t>
      </w:r>
      <w:r w:rsidR="00341A0C" w:rsidRPr="00CA2E2E">
        <w:t>zařízení</w:t>
      </w:r>
      <w:r w:rsidR="00CA2E2E">
        <w:t>:</w:t>
      </w:r>
      <w:bookmarkEnd w:id="4"/>
      <w:r w:rsidR="00341A0C" w:rsidRPr="00CA2E2E">
        <w:t xml:space="preserve"> </w:t>
      </w:r>
    </w:p>
    <w:p w14:paraId="72E7075F" w14:textId="77777777" w:rsidR="00341A0C" w:rsidRPr="00CA2E2E" w:rsidRDefault="00FC54C6" w:rsidP="00341A0C">
      <w:pPr>
        <w:pStyle w:val="Odstavecseseznamem"/>
        <w:numPr>
          <w:ilvl w:val="0"/>
          <w:numId w:val="46"/>
        </w:numPr>
        <w:jc w:val="both"/>
      </w:pPr>
      <w:r w:rsidRPr="00CA2E2E">
        <w:t>EPS</w:t>
      </w:r>
      <w:r w:rsidR="004047EC" w:rsidRPr="00CA2E2E">
        <w:t xml:space="preserve"> typu MHU 109, MHU 110, MHU 115, </w:t>
      </w:r>
      <w:r w:rsidR="00496495" w:rsidRPr="00CA2E2E">
        <w:t xml:space="preserve">MHU 116, MHU117, </w:t>
      </w:r>
      <w:r w:rsidR="0024439E" w:rsidRPr="00CA2E2E">
        <w:t xml:space="preserve"> </w:t>
      </w:r>
    </w:p>
    <w:p w14:paraId="7F620AC7" w14:textId="2230EC0D" w:rsidR="00341A0C" w:rsidRPr="00CA2E2E" w:rsidRDefault="00FC54C6" w:rsidP="00341A0C">
      <w:pPr>
        <w:pStyle w:val="Odstavecseseznamem"/>
        <w:numPr>
          <w:ilvl w:val="0"/>
          <w:numId w:val="46"/>
        </w:numPr>
        <w:jc w:val="both"/>
      </w:pPr>
      <w:r w:rsidRPr="00CA2E2E">
        <w:t xml:space="preserve">ASHS typu </w:t>
      </w:r>
      <w:r w:rsidR="004047EC" w:rsidRPr="00CA2E2E">
        <w:t>Sigma XT</w:t>
      </w:r>
      <w:r w:rsidR="00D3119B" w:rsidRPr="00CA2E2E">
        <w:t>,</w:t>
      </w:r>
      <w:r w:rsidR="004047EC" w:rsidRPr="00CA2E2E">
        <w:t xml:space="preserve"> </w:t>
      </w:r>
      <w:r w:rsidR="00D3119B" w:rsidRPr="00CA2E2E">
        <w:t>BC06</w:t>
      </w:r>
      <w:r w:rsidR="00CA2E2E">
        <w:t>,</w:t>
      </w:r>
      <w:r w:rsidR="00D3119B" w:rsidRPr="00CA2E2E">
        <w:t xml:space="preserve"> </w:t>
      </w:r>
    </w:p>
    <w:p w14:paraId="3DE2F4C0" w14:textId="721FDB48" w:rsidR="004047EC" w:rsidRPr="00CA2E2E" w:rsidRDefault="004047EC" w:rsidP="00341A0C">
      <w:pPr>
        <w:pStyle w:val="Odstavecseseznamem"/>
        <w:numPr>
          <w:ilvl w:val="0"/>
          <w:numId w:val="46"/>
        </w:numPr>
        <w:jc w:val="both"/>
      </w:pPr>
      <w:r w:rsidRPr="00CA2E2E">
        <w:t xml:space="preserve">EZS typu </w:t>
      </w:r>
      <w:proofErr w:type="spellStart"/>
      <w:r w:rsidRPr="00CA2E2E">
        <w:t>Galaxy</w:t>
      </w:r>
      <w:proofErr w:type="spellEnd"/>
      <w:r w:rsidRPr="00CA2E2E">
        <w:t xml:space="preserve">, </w:t>
      </w:r>
      <w:proofErr w:type="spellStart"/>
      <w:r w:rsidR="00F60AE4" w:rsidRPr="00CA2E2E">
        <w:rPr>
          <w:rFonts w:ascii="Arial" w:eastAsia="Times New Roman" w:hAnsi="Arial" w:cs="Arial"/>
          <w:sz w:val="20"/>
          <w:szCs w:val="20"/>
          <w:lang w:eastAsia="cs-CZ"/>
        </w:rPr>
        <w:t>FlexiCube</w:t>
      </w:r>
      <w:proofErr w:type="spellEnd"/>
      <w:r w:rsidR="00342E02" w:rsidRPr="00CA2E2E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4E5DC1" w:rsidRPr="00CA2E2E">
        <w:rPr>
          <w:rFonts w:ascii="Arial" w:eastAsia="Times New Roman" w:hAnsi="Arial" w:cs="Arial"/>
          <w:sz w:val="20"/>
          <w:szCs w:val="20"/>
          <w:lang w:eastAsia="cs-CZ"/>
        </w:rPr>
        <w:t>ESPRIT</w:t>
      </w:r>
      <w:r w:rsidR="00243714" w:rsidRPr="00CA2E2E">
        <w:rPr>
          <w:rFonts w:ascii="Arial" w:eastAsia="Times New Roman" w:hAnsi="Arial" w:cs="Arial"/>
          <w:sz w:val="20"/>
          <w:szCs w:val="20"/>
          <w:lang w:eastAsia="cs-CZ"/>
        </w:rPr>
        <w:t>.</w:t>
      </w:r>
      <w:r w:rsidR="00D3119B" w:rsidRPr="00CA2E2E">
        <w:t xml:space="preserve"> </w:t>
      </w:r>
    </w:p>
    <w:p w14:paraId="21525313" w14:textId="0A34CA74" w:rsidR="005A6D1B" w:rsidRDefault="005A6D1B" w:rsidP="00793C1C">
      <w:pPr>
        <w:tabs>
          <w:tab w:val="left" w:pos="8460"/>
        </w:tabs>
        <w:rPr>
          <w:sz w:val="24"/>
          <w:szCs w:val="24"/>
        </w:rPr>
      </w:pPr>
      <w:r w:rsidRPr="00642CA6">
        <w:rPr>
          <w:b/>
          <w:bCs/>
        </w:rPr>
        <w:t>Přílohy:</w:t>
      </w:r>
      <w:r w:rsidR="00793C1C">
        <w:rPr>
          <w:b/>
          <w:bCs/>
        </w:rPr>
        <w:t xml:space="preserve"> </w:t>
      </w:r>
      <w:r w:rsidR="00710F57" w:rsidRPr="004F3B86">
        <w:rPr>
          <w:bCs/>
        </w:rPr>
        <w:t xml:space="preserve">Příloha </w:t>
      </w:r>
      <w:r w:rsidR="004F3B86" w:rsidRPr="004F3B86">
        <w:rPr>
          <w:bCs/>
        </w:rPr>
        <w:t>č. 1</w:t>
      </w:r>
      <w:r w:rsidR="0071131B" w:rsidRPr="004F3B86">
        <w:rPr>
          <w:bCs/>
        </w:rPr>
        <w:t xml:space="preserve"> </w:t>
      </w:r>
      <w:r w:rsidR="00793C1C">
        <w:rPr>
          <w:bCs/>
        </w:rPr>
        <w:t xml:space="preserve">- </w:t>
      </w:r>
      <w:r w:rsidR="0071131B" w:rsidRPr="004F3B86">
        <w:rPr>
          <w:bCs/>
        </w:rPr>
        <w:t>Revize</w:t>
      </w:r>
      <w:r w:rsidR="00710F57" w:rsidRPr="004F3B86">
        <w:t xml:space="preserve"> SSZT Ostrava</w:t>
      </w:r>
    </w:p>
    <w:sectPr w:rsidR="005A6D1B" w:rsidSect="006F521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56807" w14:textId="77777777" w:rsidR="006F0B53" w:rsidRDefault="006F0B53" w:rsidP="00962258">
      <w:pPr>
        <w:spacing w:after="0" w:line="240" w:lineRule="auto"/>
      </w:pPr>
      <w:r>
        <w:separator/>
      </w:r>
    </w:p>
  </w:endnote>
  <w:endnote w:type="continuationSeparator" w:id="0">
    <w:p w14:paraId="6A4D3398" w14:textId="77777777" w:rsidR="006F0B53" w:rsidRDefault="006F0B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FE4B50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CFAA7CE" w14:textId="3B64075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C005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C005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704519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BBBF4A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4A6D921" w14:textId="77777777" w:rsidR="00F1715C" w:rsidRDefault="00F1715C" w:rsidP="00D831A3">
          <w:pPr>
            <w:pStyle w:val="Zpat"/>
          </w:pPr>
        </w:p>
      </w:tc>
    </w:tr>
  </w:tbl>
  <w:p w14:paraId="4402D3D8" w14:textId="77777777"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634AC0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3388AB" w14:textId="08CFE12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C005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C005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20ED0F4" w14:textId="77777777"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14:paraId="2D72E9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2C70AFD8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A16B760" w14:textId="77777777"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14:paraId="5485C9C5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2B9A79FD" w14:textId="77777777" w:rsidR="00B45E9E" w:rsidRPr="00B45E9E" w:rsidRDefault="003E5F1B" w:rsidP="00B45E9E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60469635" w14:textId="77777777" w:rsidR="00B45E9E" w:rsidRPr="00B45E9E" w:rsidRDefault="003E5F1B" w:rsidP="00B45E9E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0EFD4B0B" w14:textId="77777777" w:rsidR="00F1715C" w:rsidRDefault="003E5F1B" w:rsidP="003E5F1B">
          <w:pPr>
            <w:pStyle w:val="Zpat"/>
          </w:pPr>
          <w:r>
            <w:rPr>
              <w:b/>
            </w:rPr>
            <w:t>702</w:t>
          </w:r>
          <w:r w:rsidR="00B45E9E" w:rsidRPr="00B45E9E">
            <w:rPr>
              <w:b/>
            </w:rPr>
            <w:t xml:space="preserve"> 00</w:t>
          </w:r>
          <w:r>
            <w:rPr>
              <w:b/>
            </w:rPr>
            <w:t xml:space="preserve"> Ostrava</w:t>
          </w:r>
        </w:p>
      </w:tc>
    </w:tr>
  </w:tbl>
  <w:p w14:paraId="4DB869E0" w14:textId="77777777" w:rsidR="00F1715C" w:rsidRPr="00B8518B" w:rsidRDefault="00F1715C" w:rsidP="00460660">
    <w:pPr>
      <w:pStyle w:val="Zpat"/>
      <w:rPr>
        <w:sz w:val="2"/>
        <w:szCs w:val="2"/>
      </w:rPr>
    </w:pPr>
  </w:p>
  <w:p w14:paraId="36C28E5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434B0" w14:textId="77777777" w:rsidR="006F0B53" w:rsidRDefault="006F0B53" w:rsidP="00962258">
      <w:pPr>
        <w:spacing w:after="0" w:line="240" w:lineRule="auto"/>
      </w:pPr>
      <w:r>
        <w:separator/>
      </w:r>
    </w:p>
  </w:footnote>
  <w:footnote w:type="continuationSeparator" w:id="0">
    <w:p w14:paraId="5DA22BDF" w14:textId="77777777" w:rsidR="006F0B53" w:rsidRDefault="006F0B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83A97" w14:textId="0AB23D4B" w:rsidR="000A5165" w:rsidRDefault="000A51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03EA6C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64A5F5D" w14:textId="12E6E6B8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4E39534B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083D3C4A" w14:textId="77777777" w:rsidR="00F1715C" w:rsidRPr="00D6163D" w:rsidRDefault="00F1715C" w:rsidP="00D6163D">
          <w:pPr>
            <w:pStyle w:val="Druhdokumentu"/>
          </w:pPr>
        </w:p>
      </w:tc>
    </w:tr>
  </w:tbl>
  <w:p w14:paraId="6E909CC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23FE98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AC90062" w14:textId="7BABB066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2C205D9C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70B3F160" w14:textId="77777777" w:rsidR="00F1715C" w:rsidRPr="00D6163D" w:rsidRDefault="00F1715C" w:rsidP="00FC6389">
          <w:pPr>
            <w:pStyle w:val="Druhdokumentu"/>
          </w:pPr>
        </w:p>
      </w:tc>
    </w:tr>
    <w:tr w:rsidR="00F64786" w14:paraId="1BF629ED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8EFEC31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744D418" w14:textId="77777777" w:rsidR="00F64786" w:rsidRDefault="00F64786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6894A5A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4DB32AA9" w14:textId="77777777"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07862F9C" wp14:editId="41DD2460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D786CC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43C05C00"/>
    <w:multiLevelType w:val="hybridMultilevel"/>
    <w:tmpl w:val="BDF4DFBA"/>
    <w:lvl w:ilvl="0" w:tplc="8670083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535191451">
    <w:abstractNumId w:val="2"/>
  </w:num>
  <w:num w:numId="2" w16cid:durableId="1473055946">
    <w:abstractNumId w:val="1"/>
  </w:num>
  <w:num w:numId="3" w16cid:durableId="4109326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50024474">
    <w:abstractNumId w:val="8"/>
  </w:num>
  <w:num w:numId="5" w16cid:durableId="1765034590">
    <w:abstractNumId w:val="3"/>
  </w:num>
  <w:num w:numId="6" w16cid:durableId="1566791888">
    <w:abstractNumId w:val="4"/>
  </w:num>
  <w:num w:numId="7" w16cid:durableId="271598042">
    <w:abstractNumId w:val="0"/>
  </w:num>
  <w:num w:numId="8" w16cid:durableId="870802611">
    <w:abstractNumId w:val="5"/>
  </w:num>
  <w:num w:numId="9" w16cid:durableId="2708243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73201150">
    <w:abstractNumId w:val="4"/>
  </w:num>
  <w:num w:numId="11" w16cid:durableId="2059890760">
    <w:abstractNumId w:val="1"/>
  </w:num>
  <w:num w:numId="12" w16cid:durableId="74594423">
    <w:abstractNumId w:val="4"/>
  </w:num>
  <w:num w:numId="13" w16cid:durableId="1139609834">
    <w:abstractNumId w:val="4"/>
  </w:num>
  <w:num w:numId="14" w16cid:durableId="643464562">
    <w:abstractNumId w:val="4"/>
  </w:num>
  <w:num w:numId="15" w16cid:durableId="874735449">
    <w:abstractNumId w:val="4"/>
  </w:num>
  <w:num w:numId="16" w16cid:durableId="1381827312">
    <w:abstractNumId w:val="2"/>
  </w:num>
  <w:num w:numId="17" w16cid:durableId="781191287">
    <w:abstractNumId w:val="2"/>
  </w:num>
  <w:num w:numId="18" w16cid:durableId="1706977191">
    <w:abstractNumId w:val="2"/>
  </w:num>
  <w:num w:numId="19" w16cid:durableId="1026559944">
    <w:abstractNumId w:val="2"/>
  </w:num>
  <w:num w:numId="20" w16cid:durableId="207104985">
    <w:abstractNumId w:val="2"/>
  </w:num>
  <w:num w:numId="21" w16cid:durableId="1456412271">
    <w:abstractNumId w:val="2"/>
  </w:num>
  <w:num w:numId="22" w16cid:durableId="1635522897">
    <w:abstractNumId w:val="4"/>
  </w:num>
  <w:num w:numId="23" w16cid:durableId="1321732164">
    <w:abstractNumId w:val="1"/>
  </w:num>
  <w:num w:numId="24" w16cid:durableId="1208444254">
    <w:abstractNumId w:val="4"/>
  </w:num>
  <w:num w:numId="25" w16cid:durableId="2042704403">
    <w:abstractNumId w:val="4"/>
  </w:num>
  <w:num w:numId="26" w16cid:durableId="2026712482">
    <w:abstractNumId w:val="4"/>
  </w:num>
  <w:num w:numId="27" w16cid:durableId="1557008884">
    <w:abstractNumId w:val="4"/>
  </w:num>
  <w:num w:numId="28" w16cid:durableId="166555070">
    <w:abstractNumId w:val="9"/>
  </w:num>
  <w:num w:numId="29" w16cid:durableId="1151362338">
    <w:abstractNumId w:val="2"/>
  </w:num>
  <w:num w:numId="30" w16cid:durableId="721053515">
    <w:abstractNumId w:val="9"/>
  </w:num>
  <w:num w:numId="31" w16cid:durableId="1546603763">
    <w:abstractNumId w:val="9"/>
  </w:num>
  <w:num w:numId="32" w16cid:durableId="1770537436">
    <w:abstractNumId w:val="9"/>
  </w:num>
  <w:num w:numId="33" w16cid:durableId="1050228000">
    <w:abstractNumId w:val="9"/>
  </w:num>
  <w:num w:numId="34" w16cid:durableId="787703456">
    <w:abstractNumId w:val="4"/>
  </w:num>
  <w:num w:numId="35" w16cid:durableId="1807890968">
    <w:abstractNumId w:val="1"/>
  </w:num>
  <w:num w:numId="36" w16cid:durableId="2060084161">
    <w:abstractNumId w:val="4"/>
  </w:num>
  <w:num w:numId="37" w16cid:durableId="99957129">
    <w:abstractNumId w:val="4"/>
  </w:num>
  <w:num w:numId="38" w16cid:durableId="1581526855">
    <w:abstractNumId w:val="4"/>
  </w:num>
  <w:num w:numId="39" w16cid:durableId="1781559244">
    <w:abstractNumId w:val="4"/>
  </w:num>
  <w:num w:numId="40" w16cid:durableId="1931426983">
    <w:abstractNumId w:val="9"/>
  </w:num>
  <w:num w:numId="41" w16cid:durableId="1818183863">
    <w:abstractNumId w:val="2"/>
  </w:num>
  <w:num w:numId="42" w16cid:durableId="484706380">
    <w:abstractNumId w:val="9"/>
  </w:num>
  <w:num w:numId="43" w16cid:durableId="1322544533">
    <w:abstractNumId w:val="9"/>
  </w:num>
  <w:num w:numId="44" w16cid:durableId="294603024">
    <w:abstractNumId w:val="9"/>
  </w:num>
  <w:num w:numId="45" w16cid:durableId="750273714">
    <w:abstractNumId w:val="9"/>
  </w:num>
  <w:num w:numId="46" w16cid:durableId="55485225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6D1B"/>
    <w:rsid w:val="000071CB"/>
    <w:rsid w:val="00010101"/>
    <w:rsid w:val="00033432"/>
    <w:rsid w:val="000335CC"/>
    <w:rsid w:val="00065BC2"/>
    <w:rsid w:val="00072C1E"/>
    <w:rsid w:val="000A5165"/>
    <w:rsid w:val="000B4EB8"/>
    <w:rsid w:val="000B7907"/>
    <w:rsid w:val="000C0429"/>
    <w:rsid w:val="000D7420"/>
    <w:rsid w:val="00114472"/>
    <w:rsid w:val="00143C7E"/>
    <w:rsid w:val="00154437"/>
    <w:rsid w:val="00170EC5"/>
    <w:rsid w:val="001747C1"/>
    <w:rsid w:val="0018596A"/>
    <w:rsid w:val="001C4DA0"/>
    <w:rsid w:val="001D0FD6"/>
    <w:rsid w:val="001E7A95"/>
    <w:rsid w:val="0020713D"/>
    <w:rsid w:val="00207DF5"/>
    <w:rsid w:val="00243714"/>
    <w:rsid w:val="0024439E"/>
    <w:rsid w:val="0026785D"/>
    <w:rsid w:val="0028727D"/>
    <w:rsid w:val="002C31BF"/>
    <w:rsid w:val="002E0CD7"/>
    <w:rsid w:val="002F026B"/>
    <w:rsid w:val="003077BB"/>
    <w:rsid w:val="00307AA4"/>
    <w:rsid w:val="00313039"/>
    <w:rsid w:val="00320A23"/>
    <w:rsid w:val="00341A0C"/>
    <w:rsid w:val="00342E02"/>
    <w:rsid w:val="00357BC6"/>
    <w:rsid w:val="003956C6"/>
    <w:rsid w:val="003E5F1B"/>
    <w:rsid w:val="003E6352"/>
    <w:rsid w:val="003E75CE"/>
    <w:rsid w:val="004047EC"/>
    <w:rsid w:val="0041380F"/>
    <w:rsid w:val="00450F07"/>
    <w:rsid w:val="0045325E"/>
    <w:rsid w:val="00453CD3"/>
    <w:rsid w:val="00455BC7"/>
    <w:rsid w:val="00457B5E"/>
    <w:rsid w:val="00460660"/>
    <w:rsid w:val="00460CCB"/>
    <w:rsid w:val="00474341"/>
    <w:rsid w:val="00477370"/>
    <w:rsid w:val="00486107"/>
    <w:rsid w:val="00491827"/>
    <w:rsid w:val="004926B0"/>
    <w:rsid w:val="00496495"/>
    <w:rsid w:val="004A7C69"/>
    <w:rsid w:val="004C4399"/>
    <w:rsid w:val="004C69ED"/>
    <w:rsid w:val="004C787C"/>
    <w:rsid w:val="004E5DC1"/>
    <w:rsid w:val="004E7904"/>
    <w:rsid w:val="004F3B86"/>
    <w:rsid w:val="004F4B9B"/>
    <w:rsid w:val="00511AB9"/>
    <w:rsid w:val="00523EA7"/>
    <w:rsid w:val="00551927"/>
    <w:rsid w:val="00551D1F"/>
    <w:rsid w:val="00553375"/>
    <w:rsid w:val="005658A6"/>
    <w:rsid w:val="005722BB"/>
    <w:rsid w:val="005736B7"/>
    <w:rsid w:val="00575E5A"/>
    <w:rsid w:val="0057749F"/>
    <w:rsid w:val="00585B25"/>
    <w:rsid w:val="00586E31"/>
    <w:rsid w:val="00596C7E"/>
    <w:rsid w:val="005A217E"/>
    <w:rsid w:val="005A64E9"/>
    <w:rsid w:val="005A6D1B"/>
    <w:rsid w:val="005B5EE9"/>
    <w:rsid w:val="005D4891"/>
    <w:rsid w:val="00600AF4"/>
    <w:rsid w:val="00604B74"/>
    <w:rsid w:val="0061068E"/>
    <w:rsid w:val="00620D21"/>
    <w:rsid w:val="00641B4C"/>
    <w:rsid w:val="00660AD3"/>
    <w:rsid w:val="00672312"/>
    <w:rsid w:val="006A2200"/>
    <w:rsid w:val="006A5570"/>
    <w:rsid w:val="006A689C"/>
    <w:rsid w:val="006B3D79"/>
    <w:rsid w:val="006E0578"/>
    <w:rsid w:val="006E314D"/>
    <w:rsid w:val="006F0B53"/>
    <w:rsid w:val="006F1F04"/>
    <w:rsid w:val="006F5219"/>
    <w:rsid w:val="00710723"/>
    <w:rsid w:val="00710F57"/>
    <w:rsid w:val="0071131B"/>
    <w:rsid w:val="00723ED1"/>
    <w:rsid w:val="00737499"/>
    <w:rsid w:val="00743525"/>
    <w:rsid w:val="0076286B"/>
    <w:rsid w:val="00764595"/>
    <w:rsid w:val="00766846"/>
    <w:rsid w:val="00772D22"/>
    <w:rsid w:val="0077673A"/>
    <w:rsid w:val="007846E1"/>
    <w:rsid w:val="00793C1C"/>
    <w:rsid w:val="007A2309"/>
    <w:rsid w:val="007B570C"/>
    <w:rsid w:val="007C4D5C"/>
    <w:rsid w:val="007D4C4F"/>
    <w:rsid w:val="007D517A"/>
    <w:rsid w:val="007E4A6E"/>
    <w:rsid w:val="007F56A7"/>
    <w:rsid w:val="00807DD0"/>
    <w:rsid w:val="00813F11"/>
    <w:rsid w:val="00817D69"/>
    <w:rsid w:val="00826AF8"/>
    <w:rsid w:val="00833525"/>
    <w:rsid w:val="00865624"/>
    <w:rsid w:val="008735FE"/>
    <w:rsid w:val="008824AA"/>
    <w:rsid w:val="008A3568"/>
    <w:rsid w:val="008D03B9"/>
    <w:rsid w:val="008F18D6"/>
    <w:rsid w:val="00904780"/>
    <w:rsid w:val="0091045F"/>
    <w:rsid w:val="009113A8"/>
    <w:rsid w:val="00922385"/>
    <w:rsid w:val="009223DF"/>
    <w:rsid w:val="00931A21"/>
    <w:rsid w:val="00936091"/>
    <w:rsid w:val="00936696"/>
    <w:rsid w:val="00940D8A"/>
    <w:rsid w:val="00962258"/>
    <w:rsid w:val="009678B7"/>
    <w:rsid w:val="00977190"/>
    <w:rsid w:val="00982411"/>
    <w:rsid w:val="00992D9C"/>
    <w:rsid w:val="00996CB8"/>
    <w:rsid w:val="00997910"/>
    <w:rsid w:val="009A7568"/>
    <w:rsid w:val="009B2E97"/>
    <w:rsid w:val="009B72CC"/>
    <w:rsid w:val="009C0054"/>
    <w:rsid w:val="009C6EE4"/>
    <w:rsid w:val="009D4BD6"/>
    <w:rsid w:val="009E07F4"/>
    <w:rsid w:val="009F392E"/>
    <w:rsid w:val="009F4CDD"/>
    <w:rsid w:val="00A02AB8"/>
    <w:rsid w:val="00A07052"/>
    <w:rsid w:val="00A44328"/>
    <w:rsid w:val="00A50526"/>
    <w:rsid w:val="00A576E3"/>
    <w:rsid w:val="00A6177B"/>
    <w:rsid w:val="00A6319E"/>
    <w:rsid w:val="00A66136"/>
    <w:rsid w:val="00AA2D6C"/>
    <w:rsid w:val="00AA4CBB"/>
    <w:rsid w:val="00AA65FA"/>
    <w:rsid w:val="00AA7351"/>
    <w:rsid w:val="00AA7E29"/>
    <w:rsid w:val="00AD056F"/>
    <w:rsid w:val="00AD6731"/>
    <w:rsid w:val="00AE2B03"/>
    <w:rsid w:val="00AE68E5"/>
    <w:rsid w:val="00B15D0D"/>
    <w:rsid w:val="00B24177"/>
    <w:rsid w:val="00B40FB0"/>
    <w:rsid w:val="00B45E9E"/>
    <w:rsid w:val="00B46541"/>
    <w:rsid w:val="00B55F9C"/>
    <w:rsid w:val="00B65615"/>
    <w:rsid w:val="00B75EE1"/>
    <w:rsid w:val="00B77481"/>
    <w:rsid w:val="00B8518B"/>
    <w:rsid w:val="00B8765E"/>
    <w:rsid w:val="00BB3740"/>
    <w:rsid w:val="00BC0854"/>
    <w:rsid w:val="00BD7E91"/>
    <w:rsid w:val="00BF374D"/>
    <w:rsid w:val="00C02D0A"/>
    <w:rsid w:val="00C03A6E"/>
    <w:rsid w:val="00C30759"/>
    <w:rsid w:val="00C324C3"/>
    <w:rsid w:val="00C44F6A"/>
    <w:rsid w:val="00C8207D"/>
    <w:rsid w:val="00CA117A"/>
    <w:rsid w:val="00CA2E2E"/>
    <w:rsid w:val="00CD043B"/>
    <w:rsid w:val="00CD1FC4"/>
    <w:rsid w:val="00CD2F17"/>
    <w:rsid w:val="00CE371D"/>
    <w:rsid w:val="00CF208D"/>
    <w:rsid w:val="00D02A4D"/>
    <w:rsid w:val="00D21061"/>
    <w:rsid w:val="00D3119B"/>
    <w:rsid w:val="00D316A7"/>
    <w:rsid w:val="00D4108E"/>
    <w:rsid w:val="00D55EE8"/>
    <w:rsid w:val="00D6163D"/>
    <w:rsid w:val="00D66ADD"/>
    <w:rsid w:val="00D831A3"/>
    <w:rsid w:val="00D84B17"/>
    <w:rsid w:val="00D84D3E"/>
    <w:rsid w:val="00D91326"/>
    <w:rsid w:val="00DA6FFE"/>
    <w:rsid w:val="00DC3110"/>
    <w:rsid w:val="00DC7DA5"/>
    <w:rsid w:val="00DD46F3"/>
    <w:rsid w:val="00DD58A6"/>
    <w:rsid w:val="00DE56F2"/>
    <w:rsid w:val="00DF116D"/>
    <w:rsid w:val="00E05C1E"/>
    <w:rsid w:val="00E12C3E"/>
    <w:rsid w:val="00E21B22"/>
    <w:rsid w:val="00E57FB9"/>
    <w:rsid w:val="00E824F1"/>
    <w:rsid w:val="00E8788D"/>
    <w:rsid w:val="00E901DE"/>
    <w:rsid w:val="00E95F3E"/>
    <w:rsid w:val="00EA25FD"/>
    <w:rsid w:val="00EA6C8D"/>
    <w:rsid w:val="00EB104F"/>
    <w:rsid w:val="00EB4BFE"/>
    <w:rsid w:val="00ED14BD"/>
    <w:rsid w:val="00ED3947"/>
    <w:rsid w:val="00F01440"/>
    <w:rsid w:val="00F01B9C"/>
    <w:rsid w:val="00F01C7F"/>
    <w:rsid w:val="00F12DEC"/>
    <w:rsid w:val="00F1715C"/>
    <w:rsid w:val="00F310F8"/>
    <w:rsid w:val="00F33C82"/>
    <w:rsid w:val="00F35939"/>
    <w:rsid w:val="00F45607"/>
    <w:rsid w:val="00F514A6"/>
    <w:rsid w:val="00F60AE4"/>
    <w:rsid w:val="00F64786"/>
    <w:rsid w:val="00F659EB"/>
    <w:rsid w:val="00F67710"/>
    <w:rsid w:val="00F83E74"/>
    <w:rsid w:val="00F862D6"/>
    <w:rsid w:val="00F86BA6"/>
    <w:rsid w:val="00FA3B64"/>
    <w:rsid w:val="00FB15B8"/>
    <w:rsid w:val="00FC3FFF"/>
    <w:rsid w:val="00FC54C6"/>
    <w:rsid w:val="00FC6389"/>
    <w:rsid w:val="00FD2F51"/>
    <w:rsid w:val="00FE28E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FEB50F"/>
  <w14:defaultImageDpi w14:val="32767"/>
  <w15:docId w15:val="{1C5F9727-5486-4AAA-9C27-96ABA9941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Text2-1">
    <w:name w:val="_Text_2-1"/>
    <w:basedOn w:val="Odstavecseseznamem"/>
    <w:link w:val="Text2-1Char"/>
    <w:autoRedefine/>
    <w:qFormat/>
    <w:rsid w:val="00710F57"/>
    <w:pPr>
      <w:spacing w:after="120"/>
      <w:ind w:left="851" w:hanging="851"/>
      <w:contextualSpacing w:val="0"/>
      <w:jc w:val="both"/>
    </w:pPr>
    <w:rPr>
      <w:rFonts w:ascii="Verdana" w:eastAsia="Verdana" w:hAnsi="Verdana" w:cs="Times New Roman"/>
    </w:rPr>
  </w:style>
  <w:style w:type="character" w:customStyle="1" w:styleId="Text2-1Char">
    <w:name w:val="_Text_2-1 Char"/>
    <w:link w:val="Text2-1"/>
    <w:rsid w:val="00710F57"/>
    <w:rPr>
      <w:rFonts w:ascii="Verdana" w:eastAsia="Verdana" w:hAnsi="Verdana" w:cs="Times New Roman"/>
    </w:rPr>
  </w:style>
  <w:style w:type="paragraph" w:styleId="Textkomente">
    <w:name w:val="annotation text"/>
    <w:basedOn w:val="Normln"/>
    <w:link w:val="TextkomenteChar"/>
    <w:uiPriority w:val="99"/>
    <w:rsid w:val="00710F57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10F57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710F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3039"/>
    <w:pPr>
      <w:widowControl/>
      <w:autoSpaceDE/>
      <w:autoSpaceDN/>
      <w:adjustRightInd/>
      <w:spacing w:before="0"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3039"/>
    <w:rPr>
      <w:rFonts w:ascii="Arial" w:eastAsia="Times New Roman" w:hAnsi="Arial" w:cs="Arial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1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EZS%20EPS%202020\EPS_2020\Zad&#225;n&#237;%20prac&#237;_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1ACF5026A72345ABC2F0F44DE2644D" ma:contentTypeVersion="16" ma:contentTypeDescription="Vytvoří nový dokument" ma:contentTypeScope="" ma:versionID="8520bae0b84f1d24e4720fd35c016ce0">
  <xsd:schema xmlns:xsd="http://www.w3.org/2001/XMLSchema" xmlns:xs="http://www.w3.org/2001/XMLSchema" xmlns:p="http://schemas.microsoft.com/office/2006/metadata/properties" xmlns:ns3="1ae55bfb-fdeb-42c7-8242-6ef4b73936da" xmlns:ns4="99dec436-0812-41f8-bb25-a57d762fa44a" targetNamespace="http://schemas.microsoft.com/office/2006/metadata/properties" ma:root="true" ma:fieldsID="233c024ca6fa89d20c1b8052232f5c31" ns3:_="" ns4:_="">
    <xsd:import namespace="1ae55bfb-fdeb-42c7-8242-6ef4b73936da"/>
    <xsd:import namespace="99dec436-0812-41f8-bb25-a57d762fa44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ObjectDetectorVersions" minOccurs="0"/>
                <xsd:element ref="ns3:MediaServiceSystemTag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e55bfb-fdeb-42c7-8242-6ef4b73936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dec436-0812-41f8-bb25-a57d762fa44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activity xmlns="1ae55bfb-fdeb-42c7-8242-6ef4b73936d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958A6F-B7E8-49E5-98F8-E5EFDE76AE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e55bfb-fdeb-42c7-8242-6ef4b73936da"/>
    <ds:schemaRef ds:uri="99dec436-0812-41f8-bb25-a57d762fa4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0AFC81-3294-4146-A993-1478742B0CB4}">
  <ds:schemaRefs>
    <ds:schemaRef ds:uri="http://schemas.microsoft.com/office/2006/metadata/properties"/>
    <ds:schemaRef ds:uri="1ae55bfb-fdeb-42c7-8242-6ef4b73936da"/>
  </ds:schemaRefs>
</ds:datastoreItem>
</file>

<file path=customXml/itemProps4.xml><?xml version="1.0" encoding="utf-8"?>
<ds:datastoreItem xmlns:ds="http://schemas.openxmlformats.org/officeDocument/2006/customXml" ds:itemID="{4874E1FE-58A6-4F9B-99E1-666AB19B608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Zadání prací_.DOTX</Template>
  <TotalTime>377</TotalTime>
  <Pages>2</Pages>
  <Words>613</Words>
  <Characters>3667</Characters>
  <Application>Microsoft Office Word</Application>
  <DocSecurity>0</DocSecurity>
  <Lines>76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Hanová Michaela, Ing.</dc:creator>
  <cp:lastModifiedBy>OVZ</cp:lastModifiedBy>
  <cp:revision>41</cp:revision>
  <cp:lastPrinted>2020-02-11T09:55:00Z</cp:lastPrinted>
  <dcterms:created xsi:type="dcterms:W3CDTF">2024-03-22T08:12:00Z</dcterms:created>
  <dcterms:modified xsi:type="dcterms:W3CDTF">2026-01-21T06:08:00Z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0x010100FA1ACF5026A72345ABC2F0F44DE2644D</vt:lpwstr>
  </property>
</Properties>
</file>